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D7C4" w14:textId="77777777" w:rsidR="00FA7158" w:rsidRPr="002F20A8" w:rsidRDefault="00FA7158">
      <w:pPr>
        <w:rPr>
          <w:rFonts w:ascii="Arial" w:hAnsi="Arial" w:cs="Arial"/>
          <w:sz w:val="18"/>
        </w:rPr>
      </w:pPr>
    </w:p>
    <w:p w14:paraId="51F35FA8" w14:textId="77777777" w:rsidR="00FA7158" w:rsidRPr="002F20A8" w:rsidRDefault="00FA7158" w:rsidP="00FA7158">
      <w:pPr>
        <w:jc w:val="center"/>
        <w:rPr>
          <w:rFonts w:ascii="Arial" w:hAnsi="Arial" w:cs="Arial"/>
          <w:b/>
          <w:sz w:val="40"/>
          <w:szCs w:val="44"/>
        </w:rPr>
      </w:pPr>
      <w:r w:rsidRPr="002F20A8">
        <w:rPr>
          <w:rFonts w:ascii="Arial" w:hAnsi="Arial" w:cs="Arial"/>
          <w:b/>
          <w:sz w:val="40"/>
          <w:szCs w:val="44"/>
        </w:rPr>
        <w:t xml:space="preserve">INFORME </w:t>
      </w:r>
      <w:r w:rsidR="00904CB7">
        <w:rPr>
          <w:rFonts w:ascii="Arial" w:hAnsi="Arial" w:cs="Arial"/>
          <w:b/>
          <w:sz w:val="40"/>
          <w:szCs w:val="44"/>
        </w:rPr>
        <w:t>MENSUAL</w:t>
      </w:r>
    </w:p>
    <w:p w14:paraId="00A987A0" w14:textId="77777777" w:rsidR="00FA7158" w:rsidRPr="002F20A8" w:rsidRDefault="00FA7158">
      <w:pPr>
        <w:rPr>
          <w:rFonts w:ascii="Arial" w:hAnsi="Arial" w:cs="Arial"/>
          <w:sz w:val="18"/>
        </w:rPr>
      </w:pPr>
    </w:p>
    <w:p w14:paraId="02C4C591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</w:rPr>
      </w:pPr>
      <w:r w:rsidRPr="00FA7158">
        <w:rPr>
          <w:rFonts w:ascii="Arial" w:hAnsi="Arial" w:cs="Arial"/>
          <w:b/>
          <w:sz w:val="20"/>
          <w:szCs w:val="20"/>
        </w:rPr>
        <w:t>PRÁCTICAS PROFESIONALES</w:t>
      </w:r>
    </w:p>
    <w:p w14:paraId="51DC073F" w14:textId="77777777" w:rsidR="00FA7158" w:rsidRPr="00FA7158" w:rsidRDefault="00EF752D" w:rsidP="00FA715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s-MX" w:eastAsia="es-MX"/>
        </w:rPr>
        <w:pict w14:anchorId="70C385CB">
          <v:rect id="_x0000_s1037" style="position:absolute;left:0;text-align:left;margin-left:408pt;margin-top:9.8pt;width:87.5pt;height:16.2pt;z-index:-251660288" strokecolor="#95b3d7" strokeweight="1pt">
            <v:fill color2="fill darken(153)" focusposition="1" focussize="" method="linear sigma" focus="100%" type="gradient"/>
            <v:shadow on="t" type="perspective" color="#243f60" opacity=".5" offset="1pt" offset2="-3pt"/>
          </v:rect>
        </w:pict>
      </w:r>
    </w:p>
    <w:p w14:paraId="010ECA60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FA7158">
        <w:rPr>
          <w:rFonts w:ascii="Arial" w:hAnsi="Arial" w:cs="Arial"/>
          <w:b/>
          <w:sz w:val="20"/>
          <w:szCs w:val="20"/>
          <w:u w:val="single"/>
        </w:rPr>
        <w:t xml:space="preserve">SISTEMA </w:t>
      </w:r>
      <w:r w:rsidR="00904CB7">
        <w:rPr>
          <w:rFonts w:ascii="Arial" w:hAnsi="Arial" w:cs="Arial"/>
          <w:b/>
          <w:sz w:val="20"/>
          <w:szCs w:val="20"/>
          <w:u w:val="single"/>
        </w:rPr>
        <w:t>UAEM</w:t>
      </w:r>
    </w:p>
    <w:p w14:paraId="2F767EDF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6FEDFB1D" w14:textId="77777777" w:rsidR="00FA7158" w:rsidRPr="00FA7158" w:rsidRDefault="00FA7158" w:rsidP="00FA7158">
      <w:pPr>
        <w:jc w:val="right"/>
        <w:rPr>
          <w:rFonts w:ascii="Arial" w:hAnsi="Arial" w:cs="Arial"/>
          <w:b/>
          <w:sz w:val="20"/>
          <w:szCs w:val="20"/>
        </w:rPr>
      </w:pPr>
    </w:p>
    <w:p w14:paraId="17C78588" w14:textId="77777777" w:rsidR="002F20A8" w:rsidRDefault="00EF75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 w14:anchorId="17F0BA67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39" type="#_x0000_t202" style="position:absolute;margin-left:-8.95pt;margin-top:3.7pt;width:505.75pt;height:89pt;z-index:-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r5LQ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oXUxQCR5B+KEzDoY5hz3EoUG3HdKOpzx&#10;ivpvB+YkJfqdwe4sx9NpXIqkTGfzAhV3bdldW5jhCFXRQMkgbkJapMSbvcMublXi9zmTc8o4u4n2&#10;857F5bjWk9fz3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kpWvktAgAAVQQAAA4AAAAAAAAAAAAAAAAALgIAAGRycy9l&#10;Mm9Eb2MueG1sUEsBAi0AFAAGAAgAAAAhAP0vMtbbAAAABQEAAA8AAAAAAAAAAAAAAAAAhwQAAGRy&#10;cy9kb3ducmV2LnhtbFBLBQYAAAAABAAEAPMAAACPBQAAAAA=&#10;" strokecolor="#4bacc6" strokeweight="1pt">
            <v:stroke dashstyle="dash" endcap="round"/>
            <v:shadow color="#868686"/>
            <v:textbox>
              <w:txbxContent>
                <w:p w14:paraId="514870C5" w14:textId="77777777" w:rsidR="002F20A8" w:rsidRPr="00F37A0A" w:rsidRDefault="002F20A8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5C5A632F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 xml:space="preserve">REPORTE </w:t>
      </w:r>
      <w:proofErr w:type="spellStart"/>
      <w:r w:rsidRPr="00FA7158">
        <w:rPr>
          <w:rFonts w:ascii="Arial" w:hAnsi="Arial" w:cs="Arial"/>
          <w:sz w:val="22"/>
          <w:szCs w:val="22"/>
        </w:rPr>
        <w:t>N°</w:t>
      </w:r>
      <w:proofErr w:type="spellEnd"/>
      <w:r w:rsidRPr="00FA7158">
        <w:rPr>
          <w:rFonts w:ascii="Arial" w:hAnsi="Arial" w:cs="Arial"/>
          <w:sz w:val="22"/>
          <w:szCs w:val="22"/>
        </w:rPr>
        <w:t>: _________</w:t>
      </w:r>
    </w:p>
    <w:p w14:paraId="129BE56F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01BD8142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PERIODO: 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14:paraId="5E1481B7" w14:textId="77777777" w:rsidR="00FA7158" w:rsidRPr="00D46ABD" w:rsidRDefault="00FA7158">
      <w:pPr>
        <w:rPr>
          <w:rFonts w:ascii="Arial" w:hAnsi="Arial" w:cs="Arial"/>
          <w:sz w:val="18"/>
          <w:szCs w:val="18"/>
        </w:rPr>
      </w:pPr>
      <w:r w:rsidRPr="00FA7158">
        <w:rPr>
          <w:rFonts w:ascii="Arial" w:hAnsi="Arial" w:cs="Arial"/>
          <w:sz w:val="22"/>
          <w:szCs w:val="22"/>
        </w:rPr>
        <w:tab/>
      </w:r>
      <w:r w:rsidR="000D4E5F">
        <w:rPr>
          <w:rFonts w:ascii="Arial" w:hAnsi="Arial" w:cs="Arial"/>
          <w:sz w:val="18"/>
          <w:szCs w:val="18"/>
        </w:rPr>
        <w:tab/>
        <w:t>DÍA         MES         AÑ</w:t>
      </w:r>
      <w:r w:rsidRPr="00D46ABD">
        <w:rPr>
          <w:rFonts w:ascii="Arial" w:hAnsi="Arial" w:cs="Arial"/>
          <w:sz w:val="18"/>
          <w:szCs w:val="18"/>
        </w:rPr>
        <w:t>O</w:t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</w:r>
      <w:r w:rsidRPr="00D46ABD">
        <w:rPr>
          <w:rFonts w:ascii="Arial" w:hAnsi="Arial" w:cs="Arial"/>
          <w:sz w:val="18"/>
          <w:szCs w:val="18"/>
        </w:rPr>
        <w:tab/>
        <w:t>DÍA        MES         AÑO</w:t>
      </w:r>
    </w:p>
    <w:p w14:paraId="53C120EC" w14:textId="77777777" w:rsidR="00391844" w:rsidRPr="00391844" w:rsidRDefault="00391844">
      <w:pPr>
        <w:rPr>
          <w:rFonts w:ascii="Arial" w:hAnsi="Arial" w:cs="Arial"/>
          <w:sz w:val="22"/>
          <w:szCs w:val="22"/>
        </w:rPr>
      </w:pPr>
    </w:p>
    <w:p w14:paraId="3318ED9A" w14:textId="77777777" w:rsidR="00FA7158" w:rsidRPr="00391844" w:rsidRDefault="00391844">
      <w:pPr>
        <w:rPr>
          <w:rFonts w:ascii="Arial" w:hAnsi="Arial" w:cs="Arial"/>
          <w:sz w:val="22"/>
          <w:szCs w:val="22"/>
        </w:rPr>
      </w:pPr>
      <w:proofErr w:type="spellStart"/>
      <w:r w:rsidRPr="00391844">
        <w:rPr>
          <w:rFonts w:ascii="Arial" w:hAnsi="Arial" w:cs="Arial"/>
          <w:sz w:val="22"/>
          <w:szCs w:val="22"/>
        </w:rPr>
        <w:t>N°</w:t>
      </w:r>
      <w:proofErr w:type="spellEnd"/>
      <w:r w:rsidRPr="00391844">
        <w:rPr>
          <w:rFonts w:ascii="Arial" w:hAnsi="Arial" w:cs="Arial"/>
          <w:sz w:val="22"/>
          <w:szCs w:val="22"/>
        </w:rPr>
        <w:t xml:space="preserve"> DE HORAS: </w:t>
      </w:r>
      <w:r>
        <w:rPr>
          <w:rFonts w:ascii="Arial" w:hAnsi="Arial" w:cs="Arial"/>
          <w:sz w:val="22"/>
          <w:szCs w:val="22"/>
        </w:rPr>
        <w:t>___________</w:t>
      </w:r>
    </w:p>
    <w:p w14:paraId="5E600E0D" w14:textId="77777777" w:rsidR="00FA7158" w:rsidRDefault="00FA7158">
      <w:pPr>
        <w:rPr>
          <w:rFonts w:ascii="Arial" w:hAnsi="Arial" w:cs="Arial"/>
          <w:sz w:val="22"/>
          <w:szCs w:val="22"/>
        </w:rPr>
      </w:pPr>
    </w:p>
    <w:p w14:paraId="2607F226" w14:textId="77777777" w:rsidR="002F20A8" w:rsidRPr="00391844" w:rsidRDefault="00EF75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 w14:anchorId="092BCC6D">
          <v:shape id="_x0000_s1040" type="#_x0000_t202" style="position:absolute;margin-left:-10.25pt;margin-top:4.6pt;width:505.75pt;height:90.45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r5LQ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oXUxQCR5B+KEzDoY5hz3EoUG3HdKOpzx&#10;ivpvB+YkJfqdwe4sx9NpXIqkTGfzAhV3bdldW5jhCFXRQMkgbkJapMSbvcMublXi9zmTc8o4u4n2&#10;857F5bjWk9fz3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kpWvktAgAAVQQAAA4AAAAAAAAAAAAAAAAALgIAAGRycy9l&#10;Mm9Eb2MueG1sUEsBAi0AFAAGAAgAAAAhAP0vMtbbAAAABQEAAA8AAAAAAAAAAAAAAAAAhwQAAGRy&#10;cy9kb3ducmV2LnhtbFBLBQYAAAAABAAEAPMAAACPBQAAAAA=&#10;" strokecolor="#4bacc6" strokeweight="1pt">
            <v:stroke dashstyle="dash" endcap="round"/>
            <v:shadow color="#868686"/>
            <v:textbox>
              <w:txbxContent>
                <w:p w14:paraId="1E8A0D35" w14:textId="77777777" w:rsidR="002F20A8" w:rsidRDefault="002F20A8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31297363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1E3C5B3C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0C84BE1A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5B7DB2DA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00433302" w14:textId="77777777" w:rsidR="00904CB7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  <w:p w14:paraId="2D089717" w14:textId="77777777" w:rsidR="00904CB7" w:rsidRPr="00F37A0A" w:rsidRDefault="00904CB7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GRUPO</w:t>
                  </w:r>
                  <w:r w:rsidRPr="00FA7158">
                    <w:rPr>
                      <w:rFonts w:ascii="Arial" w:hAnsi="Arial" w:cs="Arial"/>
                      <w:sz w:val="22"/>
                      <w:szCs w:val="22"/>
                    </w:rPr>
                    <w:t xml:space="preserve">: _____________    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No. CUENTA</w:t>
                  </w:r>
                  <w:r w:rsidRPr="00FA7158">
                    <w:rPr>
                      <w:rFonts w:ascii="Arial" w:hAnsi="Arial" w:cs="Arial"/>
                      <w:sz w:val="22"/>
                      <w:szCs w:val="22"/>
                    </w:rPr>
                    <w:t>: _________________</w:t>
                  </w:r>
                </w:p>
              </w:txbxContent>
            </v:textbox>
          </v:shape>
        </w:pict>
      </w:r>
    </w:p>
    <w:p w14:paraId="19E16516" w14:textId="77777777"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A7158">
        <w:rPr>
          <w:rFonts w:ascii="Arial" w:hAnsi="Arial" w:cs="Arial"/>
          <w:b/>
          <w:sz w:val="22"/>
          <w:szCs w:val="22"/>
        </w:rPr>
        <w:t>DATOS DEL ALUMNO</w:t>
      </w:r>
    </w:p>
    <w:p w14:paraId="76EFC931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NOMBRE: __________________________________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FA7158">
        <w:rPr>
          <w:rFonts w:ascii="Arial" w:hAnsi="Arial" w:cs="Arial"/>
          <w:sz w:val="22"/>
          <w:szCs w:val="22"/>
        </w:rPr>
        <w:t>_________________________</w:t>
      </w:r>
      <w:r>
        <w:rPr>
          <w:rFonts w:ascii="Arial" w:hAnsi="Arial" w:cs="Arial"/>
          <w:sz w:val="22"/>
          <w:szCs w:val="22"/>
        </w:rPr>
        <w:t>_____</w:t>
      </w:r>
    </w:p>
    <w:p w14:paraId="68065296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559B3303" w14:textId="77777777" w:rsidR="00FA7158" w:rsidRDefault="00FA7158">
      <w:pPr>
        <w:rPr>
          <w:rFonts w:ascii="Arial" w:hAnsi="Arial" w:cs="Arial"/>
          <w:sz w:val="22"/>
          <w:szCs w:val="22"/>
        </w:rPr>
      </w:pPr>
      <w:r w:rsidRPr="00FA7158">
        <w:rPr>
          <w:rFonts w:ascii="Arial" w:hAnsi="Arial" w:cs="Arial"/>
          <w:sz w:val="22"/>
          <w:szCs w:val="22"/>
        </w:rPr>
        <w:t>LICENCIATURA: ____________________</w:t>
      </w:r>
      <w:r>
        <w:rPr>
          <w:rFonts w:ascii="Arial" w:hAnsi="Arial" w:cs="Arial"/>
          <w:sz w:val="22"/>
          <w:szCs w:val="22"/>
        </w:rPr>
        <w:t>___</w:t>
      </w:r>
      <w:r w:rsidR="00904CB7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</w:t>
      </w:r>
      <w:r w:rsidRPr="00FA7158">
        <w:rPr>
          <w:rFonts w:ascii="Arial" w:hAnsi="Arial" w:cs="Arial"/>
          <w:sz w:val="22"/>
          <w:szCs w:val="22"/>
        </w:rPr>
        <w:t xml:space="preserve">___      </w:t>
      </w:r>
      <w:r w:rsidR="00904CB7">
        <w:rPr>
          <w:rFonts w:ascii="Arial" w:hAnsi="Arial" w:cs="Arial"/>
          <w:sz w:val="22"/>
          <w:szCs w:val="22"/>
        </w:rPr>
        <w:t>SE</w:t>
      </w:r>
      <w:r w:rsidRPr="00FA7158">
        <w:rPr>
          <w:rFonts w:ascii="Arial" w:hAnsi="Arial" w:cs="Arial"/>
          <w:sz w:val="22"/>
          <w:szCs w:val="22"/>
        </w:rPr>
        <w:t>MESTRE: _________________</w:t>
      </w:r>
    </w:p>
    <w:p w14:paraId="3E00D0DB" w14:textId="77777777" w:rsidR="00904CB7" w:rsidRDefault="00904CB7">
      <w:pPr>
        <w:rPr>
          <w:rFonts w:ascii="Arial" w:hAnsi="Arial" w:cs="Arial"/>
          <w:sz w:val="22"/>
          <w:szCs w:val="22"/>
        </w:rPr>
      </w:pPr>
    </w:p>
    <w:p w14:paraId="4059486F" w14:textId="77777777" w:rsidR="00904CB7" w:rsidRPr="00FA7158" w:rsidRDefault="00904CB7">
      <w:pPr>
        <w:rPr>
          <w:rFonts w:ascii="Arial" w:hAnsi="Arial" w:cs="Arial"/>
          <w:sz w:val="22"/>
          <w:szCs w:val="22"/>
        </w:rPr>
      </w:pPr>
    </w:p>
    <w:p w14:paraId="3C3CB339" w14:textId="77777777" w:rsidR="00FA7158" w:rsidRPr="00FA7158" w:rsidRDefault="00FA7158">
      <w:pPr>
        <w:rPr>
          <w:rFonts w:ascii="Arial" w:hAnsi="Arial" w:cs="Arial"/>
          <w:sz w:val="22"/>
          <w:szCs w:val="22"/>
        </w:rPr>
      </w:pPr>
    </w:p>
    <w:p w14:paraId="7FB476EE" w14:textId="77777777" w:rsidR="00FA7158" w:rsidRPr="00FA7158" w:rsidRDefault="00EF75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 w14:anchorId="704E1E41">
          <v:shape id="_x0000_s1041" type="#_x0000_t202" style="position:absolute;margin-left:-10.25pt;margin-top:6.8pt;width:505.75pt;height:340.15pt;z-index:-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r5LQ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oXUxQCR5B+KEzDoY5hz3EoUG3HdKOpzx&#10;ivpvB+YkJfqdwe4sx9NpXIqkTGfzAhV3bdldW5jhCFXRQMkgbkJapMSbvcMublXi9zmTc8o4u4n2&#10;857F5bjWk9fz3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kpWvktAgAAVQQAAA4AAAAAAAAAAAAAAAAALgIAAGRycy9l&#10;Mm9Eb2MueG1sUEsBAi0AFAAGAAgAAAAhAP0vMtbbAAAABQEAAA8AAAAAAAAAAAAAAAAAhwQAAGRy&#10;cy9kb3ducmV2LnhtbFBLBQYAAAAABAAEAPMAAACPBQAAAAA=&#10;" strokecolor="#4bacc6" strokeweight="1pt">
            <v:stroke dashstyle="dash" endcap="round"/>
            <v:shadow color="#868686"/>
            <v:textbox>
              <w:txbxContent>
                <w:p w14:paraId="3373D7E9" w14:textId="77777777" w:rsidR="002F20A8" w:rsidRPr="00F37A0A" w:rsidRDefault="002F20A8" w:rsidP="002F20A8">
                  <w:pPr>
                    <w:rPr>
                      <w:rFonts w:ascii="Arial" w:hAnsi="Arial" w:cs="Arial"/>
                      <w:color w:val="7F7F7F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494397E0" w14:textId="77777777" w:rsidR="00FA7158" w:rsidRPr="00FA7158" w:rsidRDefault="00FA7158" w:rsidP="00FA7158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DATOS DE LA ENTIDAD RECEPTORA</w:t>
      </w:r>
    </w:p>
    <w:p w14:paraId="41263954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</w:p>
    <w:p w14:paraId="727213E5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NOMBRE: ______________________________________________________________________</w:t>
      </w:r>
    </w:p>
    <w:p w14:paraId="1D7223DE" w14:textId="77777777" w:rsidR="00FA7158" w:rsidRDefault="00FA7158" w:rsidP="00FA7158">
      <w:pPr>
        <w:rPr>
          <w:rFonts w:ascii="Arial" w:hAnsi="Arial" w:cs="Arial"/>
          <w:sz w:val="22"/>
          <w:szCs w:val="22"/>
        </w:rPr>
      </w:pPr>
    </w:p>
    <w:p w14:paraId="3ED6AFE0" w14:textId="77777777" w:rsidR="00FA7158" w:rsidRDefault="00D46ABD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ÁREA DE ADSCRIPCIÓN Y/O DEPARTAMENTO: ______________________________________</w:t>
      </w:r>
    </w:p>
    <w:p w14:paraId="4D25EF01" w14:textId="77777777" w:rsidR="00D46ABD" w:rsidRDefault="00D46ABD" w:rsidP="00FA7158">
      <w:pPr>
        <w:rPr>
          <w:rFonts w:ascii="Arial" w:hAnsi="Arial" w:cs="Arial"/>
          <w:sz w:val="22"/>
          <w:szCs w:val="22"/>
        </w:rPr>
      </w:pPr>
    </w:p>
    <w:p w14:paraId="434ECFE8" w14:textId="77777777" w:rsidR="00D46ABD" w:rsidRDefault="00D46ABD" w:rsidP="00FA71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14:paraId="418AC941" w14:textId="77777777" w:rsidR="00D46ABD" w:rsidRPr="00FA7158" w:rsidRDefault="00D46ABD" w:rsidP="00FA7158">
      <w:pPr>
        <w:rPr>
          <w:rFonts w:ascii="Arial" w:hAnsi="Arial" w:cs="Arial"/>
          <w:sz w:val="22"/>
          <w:szCs w:val="22"/>
        </w:rPr>
      </w:pPr>
    </w:p>
    <w:p w14:paraId="04579184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2E7632B2" w14:textId="77777777" w:rsidR="00331E94" w:rsidRPr="002F20A8" w:rsidRDefault="00D46ABD" w:rsidP="00D46ABD">
      <w:pPr>
        <w:pStyle w:val="Ttulo2"/>
        <w:numPr>
          <w:ilvl w:val="0"/>
          <w:numId w:val="1"/>
        </w:numPr>
        <w:rPr>
          <w:sz w:val="22"/>
          <w:szCs w:val="22"/>
        </w:rPr>
      </w:pPr>
      <w:r w:rsidRPr="002F20A8">
        <w:rPr>
          <w:sz w:val="22"/>
          <w:szCs w:val="22"/>
        </w:rPr>
        <w:t>ACTIVIDADES DESARROLLADAS</w:t>
      </w:r>
      <w:r w:rsidR="00331E94" w:rsidRPr="002F20A8">
        <w:rPr>
          <w:sz w:val="22"/>
          <w:szCs w:val="22"/>
        </w:rPr>
        <w:t xml:space="preserve"> </w:t>
      </w:r>
    </w:p>
    <w:p w14:paraId="0783A3EB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60342C43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C92E187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39E2D40E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DEDF906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3D773026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207EFAE6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26BFBE8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3ABCF85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3144EBCC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3C16B9B7" w14:textId="77777777" w:rsidR="00331E94" w:rsidRPr="002F20A8" w:rsidRDefault="00331E94">
      <w:pPr>
        <w:rPr>
          <w:rFonts w:ascii="Arial" w:hAnsi="Arial" w:cs="Arial"/>
          <w:sz w:val="22"/>
          <w:szCs w:val="22"/>
        </w:rPr>
      </w:pPr>
    </w:p>
    <w:p w14:paraId="4EDF7BB2" w14:textId="77777777" w:rsidR="00331E94" w:rsidRPr="00D46ABD" w:rsidRDefault="00331E94">
      <w:pPr>
        <w:rPr>
          <w:rFonts w:ascii="Arial" w:hAnsi="Arial" w:cs="Arial"/>
          <w:sz w:val="20"/>
          <w:szCs w:val="20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2"/>
        <w:gridCol w:w="3948"/>
      </w:tblGrid>
      <w:tr w:rsidR="00D46ABD" w:rsidRPr="00D46ABD" w14:paraId="4B73146E" w14:textId="77777777" w:rsidTr="00D46ABD">
        <w:trPr>
          <w:trHeight w:val="762"/>
          <w:jc w:val="center"/>
        </w:trPr>
        <w:tc>
          <w:tcPr>
            <w:tcW w:w="4692" w:type="dxa"/>
          </w:tcPr>
          <w:p w14:paraId="6E9929D0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sz w:val="20"/>
                <w:szCs w:val="20"/>
              </w:rPr>
              <w:t>___</w:t>
            </w:r>
            <w:r w:rsidRPr="00D46ABD"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  <w:p w14:paraId="04E5FBB7" w14:textId="77777777" w:rsidR="00D46ABD" w:rsidRPr="00D46ABD" w:rsidRDefault="00D46A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>Nombre y firma del Alumno</w:t>
            </w:r>
          </w:p>
        </w:tc>
        <w:tc>
          <w:tcPr>
            <w:tcW w:w="3948" w:type="dxa"/>
          </w:tcPr>
          <w:p w14:paraId="05F6455F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ABD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14:paraId="53CFEF3B" w14:textId="77777777" w:rsidR="00D46ABD" w:rsidRPr="00D46ABD" w:rsidRDefault="00D46ABD" w:rsidP="002134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ABD">
              <w:rPr>
                <w:rFonts w:ascii="Arial" w:hAnsi="Arial" w:cs="Arial"/>
                <w:b/>
                <w:sz w:val="20"/>
                <w:szCs w:val="20"/>
              </w:rPr>
              <w:t xml:space="preserve">Nombre, firma y sello del </w:t>
            </w:r>
            <w:proofErr w:type="gramStart"/>
            <w:r w:rsidRPr="00D46ABD">
              <w:rPr>
                <w:rFonts w:ascii="Arial" w:hAnsi="Arial" w:cs="Arial"/>
                <w:b/>
                <w:sz w:val="20"/>
                <w:szCs w:val="20"/>
              </w:rPr>
              <w:t>Jefe</w:t>
            </w:r>
            <w:proofErr w:type="gramEnd"/>
            <w:r w:rsidRPr="00D46ABD">
              <w:rPr>
                <w:rFonts w:ascii="Arial" w:hAnsi="Arial" w:cs="Arial"/>
                <w:b/>
                <w:sz w:val="20"/>
                <w:szCs w:val="20"/>
              </w:rPr>
              <w:t xml:space="preserve"> Inmediato </w:t>
            </w:r>
          </w:p>
          <w:p w14:paraId="6B197A3B" w14:textId="77777777" w:rsidR="00D46ABD" w:rsidRPr="00D46ABD" w:rsidRDefault="00D46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3A87D" w14:textId="77777777" w:rsidR="00331E94" w:rsidRDefault="00331E94"/>
    <w:sectPr w:rsidR="00331E94" w:rsidSect="00FA7158">
      <w:headerReference w:type="default" r:id="rId7"/>
      <w:footerReference w:type="default" r:id="rId8"/>
      <w:pgSz w:w="11906" w:h="16838" w:code="9"/>
      <w:pgMar w:top="1440" w:right="1080" w:bottom="1440" w:left="1080" w:header="720" w:footer="110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24BA9" w14:textId="77777777" w:rsidR="00E24D01" w:rsidRDefault="00E24D01">
      <w:r>
        <w:separator/>
      </w:r>
    </w:p>
  </w:endnote>
  <w:endnote w:type="continuationSeparator" w:id="0">
    <w:p w14:paraId="3B50EC4A" w14:textId="77777777" w:rsidR="00E24D01" w:rsidRDefault="00E2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C79CB" w14:textId="77777777" w:rsidR="00615831" w:rsidRPr="00D46ABD" w:rsidRDefault="00D46ABD" w:rsidP="00D46ABD">
    <w:pPr>
      <w:pStyle w:val="Piedepgina"/>
      <w:jc w:val="both"/>
      <w:rPr>
        <w:rFonts w:ascii="Arial" w:hAnsi="Arial" w:cs="Arial"/>
        <w:b/>
      </w:rPr>
    </w:pPr>
    <w:r w:rsidRPr="00D46ABD">
      <w:rPr>
        <w:rFonts w:ascii="Arial" w:hAnsi="Arial" w:cs="Arial"/>
        <w:b/>
        <w:sz w:val="20"/>
        <w:szCs w:val="20"/>
      </w:rPr>
      <w:t>Nota:</w:t>
    </w:r>
    <w:r w:rsidR="002F20A8">
      <w:rPr>
        <w:rFonts w:ascii="Arial" w:hAnsi="Arial" w:cs="Arial"/>
        <w:b/>
        <w:sz w:val="20"/>
        <w:szCs w:val="20"/>
      </w:rPr>
      <w:t xml:space="preserve"> El</w:t>
    </w:r>
    <w:r w:rsidR="002F20A8" w:rsidRPr="00D46ABD">
      <w:rPr>
        <w:rFonts w:ascii="Arial" w:hAnsi="Arial" w:cs="Arial"/>
        <w:b/>
        <w:sz w:val="20"/>
        <w:szCs w:val="20"/>
      </w:rPr>
      <w:t xml:space="preserve"> formato deberá llenar</w:t>
    </w:r>
    <w:r w:rsidR="002F20A8">
      <w:rPr>
        <w:rFonts w:ascii="Arial" w:hAnsi="Arial" w:cs="Arial"/>
        <w:b/>
        <w:sz w:val="20"/>
        <w:szCs w:val="20"/>
      </w:rPr>
      <w:t>se</w:t>
    </w:r>
    <w:r w:rsidR="002F20A8" w:rsidRPr="00D46ABD">
      <w:rPr>
        <w:rFonts w:ascii="Arial" w:hAnsi="Arial" w:cs="Arial"/>
        <w:b/>
        <w:sz w:val="20"/>
        <w:szCs w:val="20"/>
      </w:rPr>
      <w:t xml:space="preserve"> a</w:t>
    </w:r>
    <w:r w:rsidR="002F20A8">
      <w:rPr>
        <w:rFonts w:ascii="Arial" w:hAnsi="Arial" w:cs="Arial"/>
        <w:b/>
        <w:sz w:val="20"/>
        <w:szCs w:val="20"/>
      </w:rPr>
      <w:t xml:space="preserve"> </w:t>
    </w:r>
    <w:r w:rsidR="002F20A8" w:rsidRPr="00D46ABD">
      <w:rPr>
        <w:rFonts w:ascii="Arial" w:hAnsi="Arial" w:cs="Arial"/>
        <w:b/>
        <w:sz w:val="20"/>
        <w:szCs w:val="20"/>
      </w:rPr>
      <w:t>computadora</w:t>
    </w:r>
    <w:r w:rsidR="002F20A8">
      <w:rPr>
        <w:rFonts w:ascii="Arial" w:hAnsi="Arial" w:cs="Arial"/>
        <w:b/>
        <w:sz w:val="20"/>
        <w:szCs w:val="20"/>
      </w:rPr>
      <w:t xml:space="preserve"> sin dejar ningún campo en blanco,</w:t>
    </w:r>
    <w:r w:rsidR="002F20A8" w:rsidRPr="00DA35A6">
      <w:rPr>
        <w:rFonts w:ascii="Arial" w:hAnsi="Arial" w:cs="Arial"/>
        <w:b/>
        <w:sz w:val="20"/>
        <w:szCs w:val="20"/>
      </w:rPr>
      <w:t xml:space="preserve"> </w:t>
    </w:r>
    <w:r w:rsidR="002F20A8">
      <w:rPr>
        <w:rFonts w:ascii="Arial" w:hAnsi="Arial" w:cs="Arial"/>
        <w:b/>
        <w:sz w:val="20"/>
        <w:szCs w:val="20"/>
      </w:rPr>
      <w:t>incluyendo el nombre del alumno y del jefe inmediato</w:t>
    </w:r>
    <w:r w:rsidR="002F20A8" w:rsidRPr="00D46ABD">
      <w:rPr>
        <w:rFonts w:ascii="Arial" w:hAnsi="Arial" w:cs="Arial"/>
        <w:b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0337" w14:textId="77777777" w:rsidR="00E24D01" w:rsidRDefault="00E24D01">
      <w:r>
        <w:separator/>
      </w:r>
    </w:p>
  </w:footnote>
  <w:footnote w:type="continuationSeparator" w:id="0">
    <w:p w14:paraId="0172B359" w14:textId="77777777" w:rsidR="00E24D01" w:rsidRDefault="00E24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D74C5" w14:textId="77777777" w:rsidR="000D4E5F" w:rsidRDefault="00EF752D" w:rsidP="00FA7158">
    <w:pPr>
      <w:pStyle w:val="Encabezado"/>
      <w:jc w:val="right"/>
    </w:pPr>
    <w:r>
      <w:rPr>
        <w:noProof/>
        <w:lang w:val="es-MX" w:eastAsia="es-MX"/>
      </w:rPr>
      <w:pict w14:anchorId="379B06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66.55pt;margin-top:-19.25pt;width:231pt;height:72.3pt;z-index:-251658752">
          <v:imagedata r:id="rId1" o:title="IUEM_SEP"/>
        </v:shape>
      </w:pict>
    </w:r>
  </w:p>
  <w:p w14:paraId="265577CB" w14:textId="77777777" w:rsidR="000D4E5F" w:rsidRDefault="000D4E5F" w:rsidP="00FA7158">
    <w:pPr>
      <w:pStyle w:val="Encabezado"/>
      <w:jc w:val="right"/>
    </w:pPr>
  </w:p>
  <w:p w14:paraId="37E17280" w14:textId="77777777" w:rsidR="000D4E5F" w:rsidRDefault="000D4E5F" w:rsidP="00FA7158">
    <w:pPr>
      <w:pStyle w:val="Encabezado"/>
      <w:jc w:val="right"/>
    </w:pPr>
  </w:p>
  <w:p w14:paraId="5EF2647A" w14:textId="77777777" w:rsidR="000D4E5F" w:rsidRDefault="000D4E5F" w:rsidP="00FA7158">
    <w:pPr>
      <w:pStyle w:val="Encabezado"/>
      <w:jc w:val="right"/>
    </w:pPr>
  </w:p>
  <w:p w14:paraId="14057D35" w14:textId="77777777" w:rsidR="00FA7158" w:rsidRPr="00227F69" w:rsidRDefault="000D4E5F" w:rsidP="000D4E5F">
    <w:pPr>
      <w:pStyle w:val="Encabezado"/>
      <w:jc w:val="right"/>
      <w:rPr>
        <w:rFonts w:ascii="Arial" w:hAnsi="Arial" w:cs="Arial"/>
        <w:b/>
        <w:sz w:val="22"/>
        <w:szCs w:val="22"/>
      </w:rPr>
    </w:pPr>
    <w:r w:rsidRPr="00227F69">
      <w:rPr>
        <w:rFonts w:ascii="Arial" w:hAnsi="Arial" w:cs="Arial"/>
        <w:b/>
        <w:sz w:val="22"/>
        <w:szCs w:val="22"/>
      </w:rPr>
      <w:t>COORDINACIÓN DE GRADO ACADÉMICO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abstractNum w:abstractNumId="0" w15:restartNumberingAfterBreak="0">
    <w:nsid w:val="577B4FE1"/>
    <w:multiLevelType w:val="hybridMultilevel"/>
    <w:tmpl w:val="CB3EA916"/>
    <w:lvl w:ilvl="0" w:tplc="59381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12B4"/>
    <w:rsid w:val="000255A3"/>
    <w:rsid w:val="000A32A1"/>
    <w:rsid w:val="000D4E5F"/>
    <w:rsid w:val="00213450"/>
    <w:rsid w:val="00221ACB"/>
    <w:rsid w:val="00227F69"/>
    <w:rsid w:val="002B046A"/>
    <w:rsid w:val="002F20A8"/>
    <w:rsid w:val="00331E94"/>
    <w:rsid w:val="00391844"/>
    <w:rsid w:val="005A024F"/>
    <w:rsid w:val="005C6F70"/>
    <w:rsid w:val="00615831"/>
    <w:rsid w:val="006512B4"/>
    <w:rsid w:val="00850497"/>
    <w:rsid w:val="0086788B"/>
    <w:rsid w:val="00904CB7"/>
    <w:rsid w:val="00985F75"/>
    <w:rsid w:val="009F06C4"/>
    <w:rsid w:val="00A162E4"/>
    <w:rsid w:val="00A50944"/>
    <w:rsid w:val="00A57F94"/>
    <w:rsid w:val="00C356AB"/>
    <w:rsid w:val="00D46ABD"/>
    <w:rsid w:val="00D73CE5"/>
    <w:rsid w:val="00E13801"/>
    <w:rsid w:val="00E24D01"/>
    <w:rsid w:val="00E258E0"/>
    <w:rsid w:val="00EF752D"/>
    <w:rsid w:val="00F06D9B"/>
    <w:rsid w:val="00F82902"/>
    <w:rsid w:val="00FA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135A03CA"/>
  <w15:chartTrackingRefBased/>
  <w15:docId w15:val="{B49A43D5-8588-44FA-BB0E-57E50FE1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1583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158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FA715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FA71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FA715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doacademico2\Downloads\INFORME%20MENSU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INFORME MENSUAL.dotx</Template>
  <TotalTime>1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IUEM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Grado Academico 2</dc:creator>
  <cp:keywords/>
  <dc:description/>
  <cp:lastModifiedBy>Karina Venteño Santiago</cp:lastModifiedBy>
  <cp:revision>2</cp:revision>
  <cp:lastPrinted>2006-01-26T20:17:00Z</cp:lastPrinted>
  <dcterms:created xsi:type="dcterms:W3CDTF">2025-05-08T15:12:00Z</dcterms:created>
  <dcterms:modified xsi:type="dcterms:W3CDTF">2025-05-08T15:12:00Z</dcterms:modified>
</cp:coreProperties>
</file>